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6F4033" w:rsidRPr="006F4033" w14:paraId="0DFC16FA" w14:textId="77777777" w:rsidTr="00D842A0">
        <w:trPr>
          <w:trHeight w:val="1562"/>
        </w:trPr>
        <w:tc>
          <w:tcPr>
            <w:tcW w:w="5245" w:type="dxa"/>
          </w:tcPr>
          <w:p w14:paraId="775E7835" w14:textId="15467C2F" w:rsidR="00D40650" w:rsidRPr="006F4033" w:rsidRDefault="00A73F17" w:rsidP="00D842A0">
            <w:pPr>
              <w:pStyle w:val="Vahedeta"/>
            </w:pPr>
            <w:r w:rsidRPr="006F4033"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57C6673" wp14:editId="607305DE">
                  <wp:simplePos x="0" y="0"/>
                  <wp:positionH relativeFrom="page">
                    <wp:posOffset>-854710</wp:posOffset>
                  </wp:positionH>
                  <wp:positionV relativeFrom="page">
                    <wp:posOffset>9525</wp:posOffset>
                  </wp:positionV>
                  <wp:extent cx="2877820" cy="936625"/>
                  <wp:effectExtent l="0" t="0" r="0" b="0"/>
                  <wp:wrapNone/>
                  <wp:docPr id="2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riigihangete v-kom_vapp_est_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820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7" w:type="dxa"/>
          </w:tcPr>
          <w:p w14:paraId="7E368E40" w14:textId="77777777" w:rsidR="00BC1A62" w:rsidRPr="006F4033" w:rsidRDefault="00BC1A62" w:rsidP="00D842A0">
            <w:pPr>
              <w:pStyle w:val="Vahedeta"/>
            </w:pPr>
          </w:p>
        </w:tc>
      </w:tr>
    </w:tbl>
    <w:p w14:paraId="716DA99F" w14:textId="2A793405" w:rsidR="001704FA" w:rsidRPr="00EB3898" w:rsidRDefault="00ED0988" w:rsidP="00D842A0">
      <w:pPr>
        <w:pStyle w:val="Vahedeta"/>
        <w:rPr>
          <w:color w:val="000000" w:themeColor="text1"/>
        </w:rPr>
      </w:pPr>
      <w:r w:rsidRPr="00ED0988">
        <w:rPr>
          <w:color w:val="000000" w:themeColor="text1"/>
        </w:rPr>
        <w:t>Riigi Info- ja Kommunikatsioonitehnoloogia Keskus</w:t>
      </w:r>
      <w:r w:rsidR="00891A13">
        <w:rPr>
          <w:color w:val="000000" w:themeColor="text1"/>
        </w:rPr>
        <w:tab/>
      </w:r>
      <w:r w:rsidR="004B2FDF">
        <w:rPr>
          <w:color w:val="000000" w:themeColor="text1"/>
        </w:rPr>
        <w:t xml:space="preserve">      </w:t>
      </w:r>
      <w:r w:rsidR="001704FA" w:rsidRPr="00EB3898">
        <w:rPr>
          <w:color w:val="000000" w:themeColor="text1"/>
        </w:rPr>
        <w:t xml:space="preserve">Meie </w:t>
      </w:r>
      <w:r w:rsidR="00136AB5">
        <w:rPr>
          <w:color w:val="000000" w:themeColor="text1"/>
        </w:rPr>
        <w:t>25</w:t>
      </w:r>
      <w:r w:rsidR="001704FA">
        <w:rPr>
          <w:color w:val="000000" w:themeColor="text1"/>
        </w:rPr>
        <w:t>.</w:t>
      </w:r>
      <w:r w:rsidR="005B610A">
        <w:rPr>
          <w:color w:val="000000" w:themeColor="text1"/>
        </w:rPr>
        <w:t>0</w:t>
      </w:r>
      <w:r>
        <w:rPr>
          <w:color w:val="000000" w:themeColor="text1"/>
        </w:rPr>
        <w:t>3</w:t>
      </w:r>
      <w:r w:rsidR="00E30840">
        <w:rPr>
          <w:color w:val="000000" w:themeColor="text1"/>
        </w:rPr>
        <w:t>.202</w:t>
      </w:r>
      <w:r w:rsidR="005B610A">
        <w:rPr>
          <w:color w:val="000000" w:themeColor="text1"/>
        </w:rPr>
        <w:t>4</w:t>
      </w:r>
      <w:r w:rsidR="00E30840">
        <w:rPr>
          <w:color w:val="000000" w:themeColor="text1"/>
        </w:rPr>
        <w:t xml:space="preserve"> nr 12.2-10/</w:t>
      </w:r>
      <w:r>
        <w:rPr>
          <w:color w:val="000000" w:themeColor="text1"/>
        </w:rPr>
        <w:t>4</w:t>
      </w:r>
      <w:r w:rsidR="00136AB5">
        <w:rPr>
          <w:color w:val="000000" w:themeColor="text1"/>
        </w:rPr>
        <w:t>9</w:t>
      </w:r>
    </w:p>
    <w:p w14:paraId="76013708" w14:textId="3B4E67E7" w:rsidR="00010CEE" w:rsidRPr="006C697B" w:rsidRDefault="001704FA" w:rsidP="00D842A0">
      <w:pPr>
        <w:pStyle w:val="Vahedeta"/>
        <w:rPr>
          <w:color w:val="1F497D" w:themeColor="text2"/>
        </w:rPr>
      </w:pPr>
      <w:r w:rsidRPr="00010CEE">
        <w:rPr>
          <w:rStyle w:val="Hperlink"/>
          <w:color w:val="auto"/>
          <w:u w:val="none"/>
        </w:rPr>
        <w:t>e-post</w:t>
      </w:r>
      <w:r w:rsidRPr="00010CEE">
        <w:rPr>
          <w:rStyle w:val="Hperlink"/>
          <w:color w:val="1F497D" w:themeColor="text2"/>
          <w:u w:val="none"/>
        </w:rPr>
        <w:t>:</w:t>
      </w:r>
      <w:r w:rsidR="004B2FDF">
        <w:rPr>
          <w:rStyle w:val="Hperlink"/>
          <w:color w:val="1F497D" w:themeColor="text2"/>
          <w:u w:val="none"/>
        </w:rPr>
        <w:t xml:space="preserve"> </w:t>
      </w:r>
      <w:hyperlink r:id="rId9" w:history="1">
        <w:r w:rsidR="00ED0988" w:rsidRPr="000748EA">
          <w:rPr>
            <w:rStyle w:val="Hperlink"/>
          </w:rPr>
          <w:t>info@rit.ee</w:t>
        </w:r>
      </w:hyperlink>
      <w:r w:rsidR="00811010">
        <w:t xml:space="preserve"> </w:t>
      </w:r>
      <w:r w:rsidR="00811010">
        <w:rPr>
          <w:bCs/>
          <w:color w:val="000000" w:themeColor="text1"/>
        </w:rPr>
        <w:t xml:space="preserve"> </w:t>
      </w:r>
    </w:p>
    <w:p w14:paraId="538530DA" w14:textId="7DFD28CE" w:rsidR="00811010" w:rsidRDefault="00260408" w:rsidP="00D842A0">
      <w:pPr>
        <w:pStyle w:val="Vahedeta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hyperlink r:id="rId10" w:history="1">
        <w:r w:rsidR="00ED0988" w:rsidRPr="000748EA">
          <w:rPr>
            <w:rStyle w:val="Hperlink"/>
          </w:rPr>
          <w:t>tiit.tuisk@rit.ee</w:t>
        </w:r>
      </w:hyperlink>
      <w:r w:rsidR="00ED0988">
        <w:t xml:space="preserve"> </w:t>
      </w:r>
      <w:r>
        <w:rPr>
          <w:bCs/>
          <w:color w:val="000000" w:themeColor="text1"/>
        </w:rPr>
        <w:t xml:space="preserve"> </w:t>
      </w:r>
    </w:p>
    <w:p w14:paraId="5E4A7705" w14:textId="77777777" w:rsidR="00260408" w:rsidRDefault="00260408" w:rsidP="00D842A0">
      <w:pPr>
        <w:pStyle w:val="Vahedeta"/>
        <w:rPr>
          <w:bCs/>
          <w:color w:val="000000" w:themeColor="text1"/>
        </w:rPr>
      </w:pPr>
    </w:p>
    <w:p w14:paraId="304B83D7" w14:textId="519CDC3C" w:rsidR="00ED0988" w:rsidRDefault="00ED0988" w:rsidP="00D842A0">
      <w:pPr>
        <w:pStyle w:val="Vahedeta"/>
      </w:pPr>
      <w:bookmarkStart w:id="0" w:name="_Hlk161650326"/>
      <w:r>
        <w:t xml:space="preserve">Ühispakkujad </w:t>
      </w:r>
      <w:r w:rsidRPr="00ED0988">
        <w:t>Green IT O</w:t>
      </w:r>
      <w:r w:rsidR="00CE7DE6">
        <w:t>Ü</w:t>
      </w:r>
      <w:r w:rsidRPr="00ED0988">
        <w:t>, Telia Eesti AS ja AS SEB Liising</w:t>
      </w:r>
    </w:p>
    <w:bookmarkEnd w:id="0"/>
    <w:p w14:paraId="1E99F8ED" w14:textId="77777777" w:rsidR="00ED0988" w:rsidRDefault="004A54F1" w:rsidP="00D842A0">
      <w:pPr>
        <w:pStyle w:val="Vahedeta"/>
      </w:pPr>
      <w:r>
        <w:rPr>
          <w:bCs/>
          <w:color w:val="000000" w:themeColor="text1"/>
        </w:rPr>
        <w:t xml:space="preserve">e-post: </w:t>
      </w:r>
      <w:hyperlink r:id="rId11" w:history="1">
        <w:r w:rsidR="00ED0988" w:rsidRPr="000748EA">
          <w:rPr>
            <w:rStyle w:val="Hperlink"/>
          </w:rPr>
          <w:t>lennart@greenit.ee</w:t>
        </w:r>
      </w:hyperlink>
      <w:r w:rsidR="00ED0988">
        <w:t xml:space="preserve"> </w:t>
      </w:r>
    </w:p>
    <w:p w14:paraId="27A91F59" w14:textId="34256F36" w:rsidR="000C5D0D" w:rsidRDefault="00BB673B" w:rsidP="00D842A0">
      <w:pPr>
        <w:pStyle w:val="Vahedeta"/>
      </w:pPr>
      <w:r>
        <w:rPr>
          <w:color w:val="000000"/>
          <w:shd w:val="clear" w:color="auto" w:fill="FFFFFF"/>
        </w:rPr>
        <w:tab/>
      </w:r>
      <w:hyperlink r:id="rId12" w:history="1">
        <w:r w:rsidR="00ED0988" w:rsidRPr="000748EA">
          <w:rPr>
            <w:rStyle w:val="Hperlink"/>
          </w:rPr>
          <w:t>kaido.vanaveski@seb.ee</w:t>
        </w:r>
      </w:hyperlink>
      <w:r w:rsidR="00ED0988">
        <w:t xml:space="preserve"> </w:t>
      </w:r>
    </w:p>
    <w:p w14:paraId="727DF22F" w14:textId="56D8A5F0" w:rsidR="00ED0988" w:rsidRDefault="00ED0988" w:rsidP="00D842A0">
      <w:pPr>
        <w:pStyle w:val="Vahedeta"/>
        <w:rPr>
          <w:color w:val="000000"/>
          <w:shd w:val="clear" w:color="auto" w:fill="FFFFFF"/>
        </w:rPr>
      </w:pPr>
      <w:r>
        <w:tab/>
      </w:r>
      <w:hyperlink r:id="rId13" w:history="1">
        <w:r w:rsidRPr="000748EA">
          <w:rPr>
            <w:rStyle w:val="Hperlink"/>
          </w:rPr>
          <w:t>hange@telia.ee</w:t>
        </w:r>
      </w:hyperlink>
      <w:r>
        <w:t xml:space="preserve"> </w:t>
      </w:r>
    </w:p>
    <w:p w14:paraId="33FE705D" w14:textId="07DA2346" w:rsidR="004576C3" w:rsidRDefault="004576C3" w:rsidP="00D842A0">
      <w:pPr>
        <w:pStyle w:val="Vahedeta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</w:p>
    <w:p w14:paraId="292EA0AB" w14:textId="77777777" w:rsidR="004576C3" w:rsidRDefault="004576C3" w:rsidP="00D842A0">
      <w:pPr>
        <w:pStyle w:val="Vahedeta"/>
        <w:rPr>
          <w:color w:val="000000"/>
          <w:shd w:val="clear" w:color="auto" w:fill="FFFFFF"/>
        </w:rPr>
      </w:pPr>
    </w:p>
    <w:p w14:paraId="776EB023" w14:textId="269F6CA5" w:rsidR="001704FA" w:rsidRPr="00D842A0" w:rsidRDefault="001704FA" w:rsidP="00D842A0">
      <w:pPr>
        <w:pStyle w:val="Vahedeta"/>
        <w:rPr>
          <w:b/>
          <w:bCs/>
        </w:rPr>
      </w:pPr>
      <w:r w:rsidRPr="00D842A0">
        <w:rPr>
          <w:b/>
          <w:bCs/>
        </w:rPr>
        <w:t>Vaidlustuse</w:t>
      </w:r>
      <w:r w:rsidR="009D472D" w:rsidRPr="00D842A0">
        <w:rPr>
          <w:b/>
          <w:bCs/>
        </w:rPr>
        <w:t xml:space="preserve"> esitamise</w:t>
      </w:r>
      <w:r w:rsidRPr="00D842A0">
        <w:rPr>
          <w:b/>
          <w:bCs/>
        </w:rPr>
        <w:t xml:space="preserve"> teade</w:t>
      </w:r>
    </w:p>
    <w:p w14:paraId="6C681DFB" w14:textId="77777777" w:rsidR="001704FA" w:rsidRPr="006133C2" w:rsidRDefault="001704FA" w:rsidP="00D842A0">
      <w:pPr>
        <w:pStyle w:val="Vahedeta"/>
        <w:rPr>
          <w:color w:val="000000" w:themeColor="text1"/>
        </w:rPr>
      </w:pPr>
    </w:p>
    <w:p w14:paraId="1C73470B" w14:textId="343933C1" w:rsidR="001704FA" w:rsidRDefault="001704FA" w:rsidP="00D842A0">
      <w:pPr>
        <w:pStyle w:val="Vahedeta"/>
      </w:pPr>
      <w:r w:rsidRPr="006133C2">
        <w:rPr>
          <w:color w:val="000000" w:themeColor="text1"/>
        </w:rPr>
        <w:t>Teatame, et</w:t>
      </w:r>
      <w:r w:rsidR="009D0FE6">
        <w:rPr>
          <w:color w:val="000000" w:themeColor="text1"/>
        </w:rPr>
        <w:t xml:space="preserve"> </w:t>
      </w:r>
      <w:r w:rsidR="00ED0988" w:rsidRPr="00D842A0">
        <w:rPr>
          <w:b/>
          <w:color w:val="000000" w:themeColor="text1"/>
        </w:rPr>
        <w:t xml:space="preserve">AS Atea </w:t>
      </w:r>
      <w:r w:rsidR="00E14FA4">
        <w:rPr>
          <w:color w:val="000000" w:themeColor="text1"/>
        </w:rPr>
        <w:t>esita</w:t>
      </w:r>
      <w:r w:rsidR="00D842A0">
        <w:rPr>
          <w:color w:val="000000" w:themeColor="text1"/>
        </w:rPr>
        <w:t>s</w:t>
      </w:r>
      <w:r w:rsidR="00E14FA4">
        <w:rPr>
          <w:color w:val="000000" w:themeColor="text1"/>
        </w:rPr>
        <w:t xml:space="preserve"> </w:t>
      </w:r>
      <w:r w:rsidR="000D589A">
        <w:rPr>
          <w:color w:val="000000" w:themeColor="text1"/>
        </w:rPr>
        <w:t xml:space="preserve">22.03.2024 </w:t>
      </w:r>
      <w:r w:rsidR="00E14FA4">
        <w:rPr>
          <w:color w:val="000000" w:themeColor="text1"/>
        </w:rPr>
        <w:t>vaidlustus</w:t>
      </w:r>
      <w:r w:rsidR="0064636C">
        <w:rPr>
          <w:color w:val="000000" w:themeColor="text1"/>
        </w:rPr>
        <w:t>e</w:t>
      </w:r>
      <w:r w:rsidR="0064636C" w:rsidRPr="0064636C">
        <w:t xml:space="preserve"> </w:t>
      </w:r>
      <w:r w:rsidR="00ED0988" w:rsidRPr="00ED0988">
        <w:rPr>
          <w:color w:val="000000" w:themeColor="text1"/>
        </w:rPr>
        <w:t>Riigi Info- ja Kommunikatsioonitehnoloogia Keskus</w:t>
      </w:r>
      <w:r w:rsidR="00ED0988">
        <w:rPr>
          <w:color w:val="000000" w:themeColor="text1"/>
        </w:rPr>
        <w:t>e</w:t>
      </w:r>
      <w:r w:rsidR="00ED0988" w:rsidRPr="00ED0988">
        <w:rPr>
          <w:color w:val="000000" w:themeColor="text1"/>
        </w:rPr>
        <w:t xml:space="preserve"> </w:t>
      </w:r>
      <w:r w:rsidR="00E14FA4">
        <w:rPr>
          <w:color w:val="000000" w:themeColor="text1"/>
        </w:rPr>
        <w:t>riigihanke</w:t>
      </w:r>
      <w:r w:rsidR="00933995">
        <w:rPr>
          <w:color w:val="000000" w:themeColor="text1"/>
        </w:rPr>
        <w:t>s</w:t>
      </w:r>
      <w:r w:rsidRPr="006133C2">
        <w:rPr>
          <w:color w:val="000000" w:themeColor="text1"/>
        </w:rPr>
        <w:t xml:space="preserve"> „</w:t>
      </w:r>
      <w:r w:rsidR="00ED0988" w:rsidRPr="00ED0988">
        <w:rPr>
          <w:color w:val="000000" w:themeColor="text1"/>
        </w:rPr>
        <w:t>Sülearvutite ja tahvelarvutite ostmine ja rentimine raamlepinguga</w:t>
      </w:r>
      <w:r w:rsidR="00624560">
        <w:rPr>
          <w:color w:val="000000" w:themeColor="text1"/>
        </w:rPr>
        <w:t>“</w:t>
      </w:r>
      <w:r w:rsidR="00E14FA4">
        <w:t xml:space="preserve"> (viitenumber </w:t>
      </w:r>
      <w:r w:rsidR="000B2C6F">
        <w:t>2</w:t>
      </w:r>
      <w:r w:rsidR="00ED0988">
        <w:t>63728</w:t>
      </w:r>
      <w:r w:rsidRPr="006133C2">
        <w:t>)</w:t>
      </w:r>
      <w:r w:rsidR="00866401">
        <w:t xml:space="preserve"> </w:t>
      </w:r>
      <w:r w:rsidR="00ED0988">
        <w:t xml:space="preserve">osas </w:t>
      </w:r>
      <w:r w:rsidR="00136AB5">
        <w:t>3</w:t>
      </w:r>
      <w:r w:rsidR="00ED0988">
        <w:t xml:space="preserve"> </w:t>
      </w:r>
      <w:r w:rsidR="000D589A" w:rsidRPr="00ED0988">
        <w:t>ühispakkuja</w:t>
      </w:r>
      <w:r w:rsidR="000D589A">
        <w:t>te</w:t>
      </w:r>
      <w:r w:rsidR="000D589A" w:rsidRPr="00ED0988">
        <w:t xml:space="preserve"> Green IT O</w:t>
      </w:r>
      <w:r w:rsidR="000D589A">
        <w:t>Ü</w:t>
      </w:r>
      <w:r w:rsidR="000D589A" w:rsidRPr="00ED0988">
        <w:t>, Telia Eesti AS</w:t>
      </w:r>
      <w:r w:rsidR="000D589A">
        <w:t>-i</w:t>
      </w:r>
      <w:r w:rsidR="000D589A" w:rsidRPr="00ED0988">
        <w:t xml:space="preserve"> ja AS</w:t>
      </w:r>
      <w:r w:rsidR="000D589A">
        <w:t>-i</w:t>
      </w:r>
      <w:r w:rsidR="000D589A" w:rsidRPr="00ED0988">
        <w:t xml:space="preserve"> SEB Liising </w:t>
      </w:r>
      <w:r w:rsidR="000D589A">
        <w:t>pakkumus</w:t>
      </w:r>
      <w:r w:rsidR="000D589A">
        <w:t>e vastavaks ja edukaks tunnistamise otsustele (</w:t>
      </w:r>
      <w:r w:rsidR="00E9251C" w:rsidRPr="006133C2">
        <w:t>vaidlustus</w:t>
      </w:r>
      <w:r w:rsidR="00811010">
        <w:t xml:space="preserve"> </w:t>
      </w:r>
      <w:r w:rsidR="00E9251C" w:rsidRPr="006133C2">
        <w:t>lisatud)</w:t>
      </w:r>
      <w:r w:rsidR="001B410D">
        <w:t>.</w:t>
      </w:r>
    </w:p>
    <w:p w14:paraId="0B599407" w14:textId="77777777" w:rsidR="00811010" w:rsidRPr="006133C2" w:rsidRDefault="00811010" w:rsidP="00D842A0">
      <w:pPr>
        <w:pStyle w:val="Vahedeta"/>
      </w:pPr>
    </w:p>
    <w:p w14:paraId="00755574" w14:textId="3988C9D0" w:rsidR="00811010" w:rsidRPr="00260408" w:rsidRDefault="00811010" w:rsidP="00D842A0">
      <w:pPr>
        <w:pStyle w:val="Vahedeta"/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vaidlustuse menetlusse kolmanda isikuna </w:t>
      </w:r>
      <w:bookmarkStart w:id="1" w:name="_Hlk161650441"/>
      <w:r w:rsidR="00ED0988" w:rsidRPr="00ED0988">
        <w:t>ühispakkujad</w:t>
      </w:r>
      <w:r w:rsidR="00ED0988" w:rsidRPr="00ED0988">
        <w:rPr>
          <w:bCs/>
        </w:rPr>
        <w:t xml:space="preserve"> </w:t>
      </w:r>
      <w:r w:rsidR="00ED0988" w:rsidRPr="00D842A0">
        <w:rPr>
          <w:b/>
        </w:rPr>
        <w:t>Green IT O</w:t>
      </w:r>
      <w:r w:rsidR="00CE7DE6" w:rsidRPr="00D842A0">
        <w:rPr>
          <w:b/>
        </w:rPr>
        <w:t>Ü</w:t>
      </w:r>
      <w:r w:rsidR="00ED0988" w:rsidRPr="00D842A0">
        <w:rPr>
          <w:b/>
        </w:rPr>
        <w:t>, Telia Eesti AS</w:t>
      </w:r>
      <w:r w:rsidR="00E50051" w:rsidRPr="00D842A0">
        <w:rPr>
          <w:b/>
        </w:rPr>
        <w:t>-i</w:t>
      </w:r>
      <w:r w:rsidR="00ED0988" w:rsidRPr="00D842A0">
        <w:rPr>
          <w:b/>
        </w:rPr>
        <w:t xml:space="preserve"> ja AS</w:t>
      </w:r>
      <w:r w:rsidR="00E50051" w:rsidRPr="00D842A0">
        <w:rPr>
          <w:b/>
        </w:rPr>
        <w:t>-i</w:t>
      </w:r>
      <w:r w:rsidR="00ED0988" w:rsidRPr="00D842A0">
        <w:rPr>
          <w:b/>
        </w:rPr>
        <w:t xml:space="preserve"> SEB Liising</w:t>
      </w:r>
      <w:bookmarkEnd w:id="1"/>
      <w:r w:rsidR="00F7610C">
        <w:t>.</w:t>
      </w:r>
    </w:p>
    <w:p w14:paraId="0D793A34" w14:textId="77777777" w:rsidR="001704FA" w:rsidRPr="006133C2" w:rsidRDefault="001704FA" w:rsidP="00D842A0">
      <w:pPr>
        <w:pStyle w:val="Vahedeta"/>
        <w:rPr>
          <w:rFonts w:cs="Times New Roman"/>
          <w:color w:val="000000"/>
          <w:szCs w:val="24"/>
        </w:rPr>
      </w:pPr>
    </w:p>
    <w:p w14:paraId="7EBAA21F" w14:textId="5EF1693E" w:rsidR="001704FA" w:rsidRPr="00E50051" w:rsidRDefault="001704FA" w:rsidP="00D842A0">
      <w:pPr>
        <w:pStyle w:val="Vahedeta"/>
      </w:pPr>
      <w:r w:rsidRPr="00E50051">
        <w:t>RHS § 194 lg</w:t>
      </w:r>
      <w:r w:rsidR="00E50051">
        <w:t>-</w:t>
      </w:r>
      <w:r w:rsidR="000D589A">
        <w:t>t</w:t>
      </w:r>
      <w:r w:rsidR="00E50051">
        <w:t>e</w:t>
      </w:r>
      <w:r w:rsidRPr="00E50051">
        <w:t xml:space="preserve"> 5</w:t>
      </w:r>
      <w:r w:rsidR="00E50051">
        <w:t xml:space="preserve"> ja 6</w:t>
      </w:r>
      <w:r w:rsidRPr="00E50051">
        <w:t xml:space="preserve"> alusel palume </w:t>
      </w:r>
      <w:r w:rsidR="00D842A0">
        <w:t>hankijal</w:t>
      </w:r>
      <w:r w:rsidR="00ED0988" w:rsidRPr="00E50051">
        <w:t xml:space="preserve"> </w:t>
      </w:r>
      <w:r w:rsidR="00652C8F" w:rsidRPr="00E50051">
        <w:t>ja kolmandal isikul</w:t>
      </w:r>
      <w:r w:rsidR="00D94780" w:rsidRPr="00E50051">
        <w:t xml:space="preserve"> </w:t>
      </w:r>
      <w:r w:rsidR="00D842A0" w:rsidRPr="00E50051">
        <w:t xml:space="preserve">esitada </w:t>
      </w:r>
      <w:r w:rsidRPr="000D589A">
        <w:rPr>
          <w:bCs/>
        </w:rPr>
        <w:t>kolme tööpäeva jooksul</w:t>
      </w:r>
      <w:r w:rsidRPr="00E50051">
        <w:t xml:space="preserve">, st hiljemalt </w:t>
      </w:r>
      <w:r w:rsidR="00ED0988" w:rsidRPr="00D842A0">
        <w:rPr>
          <w:b/>
        </w:rPr>
        <w:t>2</w:t>
      </w:r>
      <w:r w:rsidR="00136AB5" w:rsidRPr="00D842A0">
        <w:rPr>
          <w:b/>
        </w:rPr>
        <w:t>8</w:t>
      </w:r>
      <w:r w:rsidR="00010CEE" w:rsidRPr="00D842A0">
        <w:rPr>
          <w:b/>
        </w:rPr>
        <w:t>.</w:t>
      </w:r>
      <w:r w:rsidR="001130D2" w:rsidRPr="00D842A0">
        <w:rPr>
          <w:b/>
        </w:rPr>
        <w:t>0</w:t>
      </w:r>
      <w:r w:rsidR="00ED0988" w:rsidRPr="00D842A0">
        <w:rPr>
          <w:b/>
        </w:rPr>
        <w:t>3</w:t>
      </w:r>
      <w:r w:rsidR="00010CEE" w:rsidRPr="00D842A0">
        <w:rPr>
          <w:b/>
        </w:rPr>
        <w:t>.202</w:t>
      </w:r>
      <w:r w:rsidR="001130D2" w:rsidRPr="00D842A0">
        <w:rPr>
          <w:b/>
        </w:rPr>
        <w:t>4</w:t>
      </w:r>
      <w:r w:rsidRPr="00E50051">
        <w:t>, vaidlustuskomisjonile kirjalik vastus vaidlustuse kohta ning vaidlustuse lahendamiseks vajalikud dokumendid, mis pole kättesaadavad riigihangete registrist</w:t>
      </w:r>
      <w:r w:rsidR="007A10C1" w:rsidRPr="00E50051">
        <w:t>, sh eristada selgelt ärisaladust sisaldavaid andmeid ja dokumente ning põhjendada nende ärisaladuseks määramist (olemasolul)</w:t>
      </w:r>
      <w:r w:rsidRPr="00E50051">
        <w:t xml:space="preserve">. </w:t>
      </w:r>
    </w:p>
    <w:p w14:paraId="170FF028" w14:textId="77777777" w:rsidR="00BA412C" w:rsidRPr="006B4DBF" w:rsidRDefault="00BA412C" w:rsidP="00D842A0">
      <w:pPr>
        <w:pStyle w:val="Vahedeta"/>
      </w:pPr>
      <w:r w:rsidRPr="006B4DBF">
        <w:t>Palume anda teada, kas taotletakse vaidlustuse läbivaatamist avalikul istungil või kirjalikus menetluses.</w:t>
      </w:r>
    </w:p>
    <w:p w14:paraId="597CDDA9" w14:textId="77777777" w:rsidR="00BA412C" w:rsidRPr="006B4DBF" w:rsidRDefault="00BA412C" w:rsidP="00D842A0">
      <w:pPr>
        <w:pStyle w:val="Vahedeta"/>
      </w:pPr>
    </w:p>
    <w:p w14:paraId="03BE9D5E" w14:textId="34F572B9" w:rsidR="00D50919" w:rsidRPr="0015777C" w:rsidRDefault="00BA412C" w:rsidP="00D842A0">
      <w:pPr>
        <w:pStyle w:val="Vahedeta"/>
      </w:pPr>
      <w:r w:rsidRPr="006B4DBF">
        <w:t xml:space="preserve">Tulenevalt RHS § 194 </w:t>
      </w:r>
      <w:proofErr w:type="spellStart"/>
      <w:r w:rsidRPr="006B4DBF">
        <w:t>l</w:t>
      </w:r>
      <w:r w:rsidR="00E50051">
        <w:t>g-</w:t>
      </w:r>
      <w:r w:rsidRPr="006B4DBF">
        <w:t>st</w:t>
      </w:r>
      <w:proofErr w:type="spellEnd"/>
      <w:r w:rsidRPr="006B4DBF">
        <w:t xml:space="preserve"> 4 ei </w:t>
      </w:r>
      <w:r w:rsidR="00E50051">
        <w:t xml:space="preserve">ole </w:t>
      </w:r>
      <w:r w:rsidR="00ED0988" w:rsidRPr="00E50051">
        <w:t xml:space="preserve">Riigi Info- ja Kommunikatsioonitehnoloogia Keskusel </w:t>
      </w:r>
      <w:r w:rsidRPr="006B4DBF">
        <w:t>õigust sõlmida vaidlustatud riigihanke</w:t>
      </w:r>
      <w:r w:rsidR="00E50051">
        <w:t xml:space="preserve"> osas </w:t>
      </w:r>
      <w:r w:rsidR="00136AB5">
        <w:t>3</w:t>
      </w:r>
      <w:r w:rsidRPr="006B4DBF">
        <w:t xml:space="preserve"> hankelepingut käesoleva teate saamisest kuni RHS §-s 201 sätestatud tingimuse saabumiseni.</w:t>
      </w:r>
    </w:p>
    <w:p w14:paraId="42A7C9C8" w14:textId="77777777" w:rsidR="000F29B0" w:rsidRPr="00E50051" w:rsidRDefault="000F29B0" w:rsidP="00D842A0">
      <w:pPr>
        <w:pStyle w:val="Vahedeta"/>
      </w:pPr>
    </w:p>
    <w:p w14:paraId="03043D68" w14:textId="3CF64ACC" w:rsidR="001704FA" w:rsidRPr="006133C2" w:rsidRDefault="001704FA" w:rsidP="00D842A0">
      <w:pPr>
        <w:pStyle w:val="Vahedeta"/>
      </w:pPr>
      <w:r w:rsidRPr="006133C2">
        <w:rPr>
          <w:noProof/>
        </w:rPr>
        <w:t>L</w:t>
      </w:r>
      <w:proofErr w:type="spellStart"/>
      <w:r w:rsidR="00F15734" w:rsidRPr="006133C2">
        <w:t>ugupidamisega</w:t>
      </w:r>
      <w:proofErr w:type="spellEnd"/>
    </w:p>
    <w:p w14:paraId="79558250" w14:textId="77777777" w:rsidR="00F15734" w:rsidRDefault="00F15734" w:rsidP="00D842A0">
      <w:pPr>
        <w:pStyle w:val="Vahedeta"/>
      </w:pPr>
    </w:p>
    <w:p w14:paraId="0912DD45" w14:textId="77777777" w:rsidR="00F15734" w:rsidRDefault="00F15734" w:rsidP="00D842A0">
      <w:pPr>
        <w:pStyle w:val="Vahedeta"/>
      </w:pPr>
    </w:p>
    <w:p w14:paraId="54B460CC" w14:textId="607524D5" w:rsidR="001704FA" w:rsidRPr="006133C2" w:rsidRDefault="001704FA" w:rsidP="00D842A0">
      <w:pPr>
        <w:pStyle w:val="Vahedeta"/>
      </w:pPr>
      <w:r w:rsidRPr="006133C2">
        <w:t>(allkirjastatud digitaalselt)</w:t>
      </w:r>
    </w:p>
    <w:p w14:paraId="60184DED" w14:textId="77777777" w:rsidR="00136AB5" w:rsidRPr="006B4DBF" w:rsidRDefault="00136AB5" w:rsidP="00D842A0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3B04B32C" w14:textId="77777777" w:rsidR="001704FA" w:rsidRPr="006133C2" w:rsidRDefault="001704FA" w:rsidP="00D842A0">
      <w:pPr>
        <w:pStyle w:val="Vahedeta"/>
      </w:pPr>
      <w:r w:rsidRPr="006133C2">
        <w:t>Riigihangete vaidlustuskomisjoni liige</w:t>
      </w:r>
    </w:p>
    <w:p w14:paraId="3E5A7FF1" w14:textId="6D510DE1" w:rsidR="001704FA" w:rsidRDefault="001704FA" w:rsidP="00D842A0">
      <w:pPr>
        <w:pStyle w:val="Vahedeta"/>
      </w:pPr>
    </w:p>
    <w:p w14:paraId="101C3696" w14:textId="2FA95351" w:rsidR="00564C4C" w:rsidRDefault="001704FA" w:rsidP="00D842A0">
      <w:pPr>
        <w:pStyle w:val="Vahedeta"/>
      </w:pPr>
      <w:r w:rsidRPr="006133C2">
        <w:t xml:space="preserve">Lisa: vaidlustus </w:t>
      </w:r>
    </w:p>
    <w:p w14:paraId="70BBC0BE" w14:textId="77777777" w:rsidR="00136AB5" w:rsidRPr="00EB3898" w:rsidRDefault="00136AB5" w:rsidP="00D842A0">
      <w:pPr>
        <w:pStyle w:val="Vahedeta"/>
      </w:pPr>
    </w:p>
    <w:p w14:paraId="4F1C1E43" w14:textId="48800C4F" w:rsidR="00E50051" w:rsidRDefault="001704FA" w:rsidP="00D842A0">
      <w:pPr>
        <w:pStyle w:val="Vahedeta"/>
      </w:pPr>
      <w:r w:rsidRPr="00EB3898">
        <w:t>Teadmiseks:</w:t>
      </w:r>
      <w:r w:rsidR="000067E2">
        <w:t xml:space="preserve"> </w:t>
      </w:r>
      <w:r w:rsidRPr="00EB3898">
        <w:t xml:space="preserve">vaidlustaja esindajale, </w:t>
      </w:r>
      <w:r w:rsidR="00136AB5">
        <w:t xml:space="preserve">vandeadvokaadile </w:t>
      </w:r>
      <w:r w:rsidR="00ED0988">
        <w:t xml:space="preserve">Marko </w:t>
      </w:r>
      <w:proofErr w:type="spellStart"/>
      <w:r w:rsidR="00ED0988">
        <w:t>Mehilane</w:t>
      </w:r>
      <w:proofErr w:type="spellEnd"/>
      <w:r w:rsidR="000D589A">
        <w:t>,</w:t>
      </w:r>
      <w:r w:rsidR="00DB365B">
        <w:t xml:space="preserve"> </w:t>
      </w:r>
      <w:hyperlink r:id="rId14" w:history="1">
        <w:r w:rsidR="00E50051" w:rsidRPr="00BF1C0E">
          <w:rPr>
            <w:rStyle w:val="Hperlink"/>
          </w:rPr>
          <w:t>marko@heedentsik.ee</w:t>
        </w:r>
      </w:hyperlink>
    </w:p>
    <w:p w14:paraId="3B4CB13A" w14:textId="77777777" w:rsidR="00E50051" w:rsidRDefault="00E50051" w:rsidP="00D842A0">
      <w:pPr>
        <w:pStyle w:val="Vahedeta"/>
      </w:pPr>
    </w:p>
    <w:p w14:paraId="53BF4176" w14:textId="77777777" w:rsidR="00136AB5" w:rsidRDefault="00136AB5" w:rsidP="00D842A0">
      <w:pPr>
        <w:pStyle w:val="Vahedeta"/>
      </w:pPr>
    </w:p>
    <w:p w14:paraId="344173C0" w14:textId="77777777" w:rsidR="000D589A" w:rsidRDefault="00D94780" w:rsidP="00D842A0">
      <w:pPr>
        <w:pStyle w:val="Vahedeta"/>
      </w:pPr>
      <w:proofErr w:type="spellStart"/>
      <w:r>
        <w:t>Mari-Ann</w:t>
      </w:r>
      <w:proofErr w:type="spellEnd"/>
      <w:r>
        <w:t xml:space="preserve"> Sinimaa</w:t>
      </w:r>
      <w:r w:rsidR="000D589A">
        <w:t xml:space="preserve"> </w:t>
      </w:r>
      <w:r>
        <w:t>611 3713</w:t>
      </w:r>
    </w:p>
    <w:p w14:paraId="4E79B144" w14:textId="1FDC7852" w:rsidR="000D589A" w:rsidRDefault="000D589A" w:rsidP="00D842A0">
      <w:pPr>
        <w:pStyle w:val="Vahedeta"/>
      </w:pPr>
      <w:hyperlink r:id="rId15" w:history="1">
        <w:r w:rsidRPr="00036284">
          <w:rPr>
            <w:rStyle w:val="Hperlink"/>
          </w:rPr>
          <w:t>mari-ann.sinimaa@fin.ee</w:t>
        </w:r>
      </w:hyperlink>
    </w:p>
    <w:sectPr w:rsidR="000D589A" w:rsidSect="00D842A0">
      <w:footerReference w:type="default" r:id="rId16"/>
      <w:footerReference w:type="first" r:id="rId17"/>
      <w:pgSz w:w="11906" w:h="16838" w:code="9"/>
      <w:pgMar w:top="907" w:right="1021" w:bottom="1418" w:left="158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A346C" w14:textId="77777777" w:rsidR="00FC5DFE" w:rsidRDefault="00FC5DFE" w:rsidP="00DF44DF">
      <w:r>
        <w:separator/>
      </w:r>
    </w:p>
  </w:endnote>
  <w:endnote w:type="continuationSeparator" w:id="0">
    <w:p w14:paraId="011390C5" w14:textId="77777777" w:rsidR="00FC5DFE" w:rsidRDefault="00FC5DF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6C04A" w14:textId="77777777" w:rsidR="00FC267C" w:rsidRPr="000A17B5" w:rsidRDefault="00FC267C" w:rsidP="00333FAF">
    <w:pPr>
      <w:pStyle w:val="Jalus1"/>
    </w:pPr>
    <w:r>
      <w:t>Endla 13</w:t>
    </w:r>
    <w:r w:rsidRPr="000A17B5">
      <w:t xml:space="preserve"> / </w:t>
    </w:r>
    <w:r>
      <w:t>10122</w:t>
    </w:r>
    <w:r w:rsidRPr="000A17B5">
      <w:t xml:space="preserve"> Tallinn</w:t>
    </w:r>
    <w:r>
      <w:t xml:space="preserve"> (postiaadress)</w:t>
    </w:r>
    <w:r w:rsidRPr="000A17B5">
      <w:t xml:space="preserve"> / </w:t>
    </w:r>
    <w:r>
      <w:t>Lõkke 5 (asukoha aadress) / 611 3711</w:t>
    </w:r>
    <w:r w:rsidRPr="000A17B5">
      <w:t xml:space="preserve"> / </w:t>
    </w:r>
    <w:r>
      <w:t>vako</w:t>
    </w:r>
    <w:r w:rsidRPr="000A17B5">
      <w:t>@</w:t>
    </w:r>
    <w:r>
      <w:t xml:space="preserve">fin.ee </w:t>
    </w:r>
  </w:p>
  <w:p w14:paraId="0A7BBC0A" w14:textId="77777777" w:rsidR="00FC267C" w:rsidRDefault="00FC267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0185B" w14:textId="0EF5CA16" w:rsidR="00FC267C" w:rsidRPr="000A17B5" w:rsidRDefault="004B2FDF" w:rsidP="000A17B5">
    <w:pPr>
      <w:pStyle w:val="Jalus1"/>
    </w:pPr>
    <w:r>
      <w:t>Tartu mnt</w:t>
    </w:r>
    <w:r w:rsidR="00FC267C">
      <w:t xml:space="preserve"> </w:t>
    </w:r>
    <w:r>
      <w:t>85</w:t>
    </w:r>
    <w:r w:rsidR="00FC267C" w:rsidRPr="000A17B5">
      <w:t xml:space="preserve"> / </w:t>
    </w:r>
    <w:r w:rsidR="00FC267C">
      <w:t>101</w:t>
    </w:r>
    <w:r>
      <w:t>15</w:t>
    </w:r>
    <w:r w:rsidR="00FC267C" w:rsidRPr="000A17B5">
      <w:t xml:space="preserve"> Tallinn</w:t>
    </w:r>
    <w:r w:rsidR="00C55772">
      <w:t xml:space="preserve"> / 611 3713</w:t>
    </w:r>
    <w:r w:rsidR="00FC267C" w:rsidRPr="000A17B5">
      <w:t xml:space="preserve"> / </w:t>
    </w:r>
    <w:r w:rsidR="00FC267C">
      <w:t>vako</w:t>
    </w:r>
    <w:r w:rsidR="00FC267C" w:rsidRPr="000A17B5">
      <w:t>@</w:t>
    </w:r>
    <w:r w:rsidR="00FC267C">
      <w:t xml:space="preserve">fin.ee </w:t>
    </w:r>
  </w:p>
  <w:p w14:paraId="4FB3599D" w14:textId="77777777" w:rsidR="00FC267C" w:rsidRDefault="00FC267C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5096A" w14:textId="77777777" w:rsidR="00FC5DFE" w:rsidRDefault="00FC5DFE" w:rsidP="00DF44DF">
      <w:r>
        <w:separator/>
      </w:r>
    </w:p>
  </w:footnote>
  <w:footnote w:type="continuationSeparator" w:id="0">
    <w:p w14:paraId="5221FD30" w14:textId="77777777" w:rsidR="00FC5DFE" w:rsidRDefault="00FC5DFE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A70AA"/>
    <w:multiLevelType w:val="hybridMultilevel"/>
    <w:tmpl w:val="F7460086"/>
    <w:lvl w:ilvl="0" w:tplc="0425000F">
      <w:start w:val="1"/>
      <w:numFmt w:val="decimal"/>
      <w:lvlText w:val="%1."/>
      <w:lvlJc w:val="left"/>
      <w:pPr>
        <w:ind w:left="1785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1" w15:restartNumberingAfterBreak="0">
    <w:nsid w:val="326229B9"/>
    <w:multiLevelType w:val="hybridMultilevel"/>
    <w:tmpl w:val="9462E198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B2BF3"/>
    <w:multiLevelType w:val="hybridMultilevel"/>
    <w:tmpl w:val="053E7086"/>
    <w:lvl w:ilvl="0" w:tplc="73E6BEDE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E1872"/>
    <w:multiLevelType w:val="hybridMultilevel"/>
    <w:tmpl w:val="E6E6A9B2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F3E58"/>
    <w:multiLevelType w:val="hybridMultilevel"/>
    <w:tmpl w:val="0C440B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E2BC8"/>
    <w:multiLevelType w:val="hybridMultilevel"/>
    <w:tmpl w:val="7DCA5504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B7B733D"/>
    <w:multiLevelType w:val="hybridMultilevel"/>
    <w:tmpl w:val="3A9602CE"/>
    <w:lvl w:ilvl="0" w:tplc="E118D17E">
      <w:start w:val="5"/>
      <w:numFmt w:val="bullet"/>
      <w:lvlText w:val="-"/>
      <w:lvlJc w:val="left"/>
      <w:pPr>
        <w:ind w:left="1065" w:hanging="360"/>
      </w:pPr>
      <w:rPr>
        <w:rFonts w:ascii="Times New Roman" w:eastAsia="SimSun" w:hAnsi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517146">
    <w:abstractNumId w:val="5"/>
  </w:num>
  <w:num w:numId="2" w16cid:durableId="1811632681">
    <w:abstractNumId w:val="3"/>
  </w:num>
  <w:num w:numId="3" w16cid:durableId="830564756">
    <w:abstractNumId w:val="0"/>
  </w:num>
  <w:num w:numId="4" w16cid:durableId="1133712354">
    <w:abstractNumId w:val="1"/>
  </w:num>
  <w:num w:numId="5" w16cid:durableId="434061936">
    <w:abstractNumId w:val="6"/>
  </w:num>
  <w:num w:numId="6" w16cid:durableId="1563323047">
    <w:abstractNumId w:val="2"/>
  </w:num>
  <w:num w:numId="7" w16cid:durableId="1599175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37ED"/>
    <w:rsid w:val="00005B4A"/>
    <w:rsid w:val="00005FF1"/>
    <w:rsid w:val="000067E2"/>
    <w:rsid w:val="00007124"/>
    <w:rsid w:val="0001045C"/>
    <w:rsid w:val="00010CEE"/>
    <w:rsid w:val="00012F60"/>
    <w:rsid w:val="00014EAA"/>
    <w:rsid w:val="00015184"/>
    <w:rsid w:val="00021D2D"/>
    <w:rsid w:val="00022BAE"/>
    <w:rsid w:val="0003279F"/>
    <w:rsid w:val="00036944"/>
    <w:rsid w:val="00051899"/>
    <w:rsid w:val="00051C1E"/>
    <w:rsid w:val="00052929"/>
    <w:rsid w:val="00056589"/>
    <w:rsid w:val="00056ADF"/>
    <w:rsid w:val="00060947"/>
    <w:rsid w:val="00072E35"/>
    <w:rsid w:val="000730DB"/>
    <w:rsid w:val="0007713A"/>
    <w:rsid w:val="00080552"/>
    <w:rsid w:val="00083AE5"/>
    <w:rsid w:val="00084898"/>
    <w:rsid w:val="000862E4"/>
    <w:rsid w:val="00087824"/>
    <w:rsid w:val="000913FC"/>
    <w:rsid w:val="00093B32"/>
    <w:rsid w:val="00094ECB"/>
    <w:rsid w:val="0009622C"/>
    <w:rsid w:val="000A1508"/>
    <w:rsid w:val="000A17B5"/>
    <w:rsid w:val="000A23F9"/>
    <w:rsid w:val="000B2C6F"/>
    <w:rsid w:val="000B2E39"/>
    <w:rsid w:val="000B7C7D"/>
    <w:rsid w:val="000C5D0D"/>
    <w:rsid w:val="000D06BF"/>
    <w:rsid w:val="000D589A"/>
    <w:rsid w:val="000D61AF"/>
    <w:rsid w:val="000E7466"/>
    <w:rsid w:val="000F2627"/>
    <w:rsid w:val="000F29B0"/>
    <w:rsid w:val="000F4D19"/>
    <w:rsid w:val="00104752"/>
    <w:rsid w:val="001130D2"/>
    <w:rsid w:val="0011370B"/>
    <w:rsid w:val="00122E0C"/>
    <w:rsid w:val="00124999"/>
    <w:rsid w:val="001279C6"/>
    <w:rsid w:val="00136AB5"/>
    <w:rsid w:val="00146615"/>
    <w:rsid w:val="001523BD"/>
    <w:rsid w:val="00155B55"/>
    <w:rsid w:val="0015777C"/>
    <w:rsid w:val="001609FC"/>
    <w:rsid w:val="001659F7"/>
    <w:rsid w:val="00167583"/>
    <w:rsid w:val="00167646"/>
    <w:rsid w:val="001704FA"/>
    <w:rsid w:val="0017294E"/>
    <w:rsid w:val="00172B55"/>
    <w:rsid w:val="00177948"/>
    <w:rsid w:val="001819ED"/>
    <w:rsid w:val="00182414"/>
    <w:rsid w:val="00185A99"/>
    <w:rsid w:val="0018612D"/>
    <w:rsid w:val="00192F1D"/>
    <w:rsid w:val="001950AA"/>
    <w:rsid w:val="001A1FD7"/>
    <w:rsid w:val="001A69DC"/>
    <w:rsid w:val="001A7D04"/>
    <w:rsid w:val="001B2687"/>
    <w:rsid w:val="001B410D"/>
    <w:rsid w:val="001B68F0"/>
    <w:rsid w:val="001B70A7"/>
    <w:rsid w:val="001B7BA2"/>
    <w:rsid w:val="001C3153"/>
    <w:rsid w:val="001D4CFB"/>
    <w:rsid w:val="001D594E"/>
    <w:rsid w:val="001D6404"/>
    <w:rsid w:val="001D7842"/>
    <w:rsid w:val="001E050A"/>
    <w:rsid w:val="001E22FE"/>
    <w:rsid w:val="001E445A"/>
    <w:rsid w:val="001F325E"/>
    <w:rsid w:val="002008A2"/>
    <w:rsid w:val="002008E3"/>
    <w:rsid w:val="00202CF1"/>
    <w:rsid w:val="0020442A"/>
    <w:rsid w:val="00207687"/>
    <w:rsid w:val="002167C8"/>
    <w:rsid w:val="00217EFE"/>
    <w:rsid w:val="00217FD4"/>
    <w:rsid w:val="00221C41"/>
    <w:rsid w:val="0022433D"/>
    <w:rsid w:val="0022560F"/>
    <w:rsid w:val="00231357"/>
    <w:rsid w:val="00232469"/>
    <w:rsid w:val="002338F7"/>
    <w:rsid w:val="002450CA"/>
    <w:rsid w:val="0025049B"/>
    <w:rsid w:val="00250CAE"/>
    <w:rsid w:val="00253FC1"/>
    <w:rsid w:val="00256C98"/>
    <w:rsid w:val="00260408"/>
    <w:rsid w:val="00260BDA"/>
    <w:rsid w:val="0027448A"/>
    <w:rsid w:val="00275894"/>
    <w:rsid w:val="00280405"/>
    <w:rsid w:val="00281409"/>
    <w:rsid w:val="002835BB"/>
    <w:rsid w:val="002847B9"/>
    <w:rsid w:val="002908DC"/>
    <w:rsid w:val="00292F8E"/>
    <w:rsid w:val="00293449"/>
    <w:rsid w:val="00294025"/>
    <w:rsid w:val="002A16D1"/>
    <w:rsid w:val="002A1B55"/>
    <w:rsid w:val="002B4EB5"/>
    <w:rsid w:val="002B61A1"/>
    <w:rsid w:val="002C1029"/>
    <w:rsid w:val="002C315B"/>
    <w:rsid w:val="002C4A96"/>
    <w:rsid w:val="002E7138"/>
    <w:rsid w:val="002F254F"/>
    <w:rsid w:val="002F4399"/>
    <w:rsid w:val="002F5384"/>
    <w:rsid w:val="002F54F8"/>
    <w:rsid w:val="00301763"/>
    <w:rsid w:val="00303FA7"/>
    <w:rsid w:val="003040F8"/>
    <w:rsid w:val="003156E1"/>
    <w:rsid w:val="00323F92"/>
    <w:rsid w:val="00330CE4"/>
    <w:rsid w:val="0033185F"/>
    <w:rsid w:val="00332A64"/>
    <w:rsid w:val="00333FAF"/>
    <w:rsid w:val="00343327"/>
    <w:rsid w:val="00343E42"/>
    <w:rsid w:val="0034719C"/>
    <w:rsid w:val="00350317"/>
    <w:rsid w:val="00354059"/>
    <w:rsid w:val="00356AE8"/>
    <w:rsid w:val="003641EA"/>
    <w:rsid w:val="00366FF3"/>
    <w:rsid w:val="00367255"/>
    <w:rsid w:val="00381342"/>
    <w:rsid w:val="00383417"/>
    <w:rsid w:val="00383F38"/>
    <w:rsid w:val="00386C03"/>
    <w:rsid w:val="003914AC"/>
    <w:rsid w:val="0039230A"/>
    <w:rsid w:val="00394DCB"/>
    <w:rsid w:val="00396816"/>
    <w:rsid w:val="003A0F1F"/>
    <w:rsid w:val="003A6341"/>
    <w:rsid w:val="003B2A9C"/>
    <w:rsid w:val="003B5224"/>
    <w:rsid w:val="003C198A"/>
    <w:rsid w:val="003C6A2E"/>
    <w:rsid w:val="003D6BD7"/>
    <w:rsid w:val="003D6D41"/>
    <w:rsid w:val="003F1F8F"/>
    <w:rsid w:val="003F2A19"/>
    <w:rsid w:val="003F4A6B"/>
    <w:rsid w:val="003F5BA3"/>
    <w:rsid w:val="003F7348"/>
    <w:rsid w:val="003F76DF"/>
    <w:rsid w:val="004041CF"/>
    <w:rsid w:val="004049EC"/>
    <w:rsid w:val="00411F45"/>
    <w:rsid w:val="0041273B"/>
    <w:rsid w:val="00414F52"/>
    <w:rsid w:val="00415420"/>
    <w:rsid w:val="00416815"/>
    <w:rsid w:val="00420A94"/>
    <w:rsid w:val="00420C12"/>
    <w:rsid w:val="00421317"/>
    <w:rsid w:val="00425579"/>
    <w:rsid w:val="0043070E"/>
    <w:rsid w:val="00434B08"/>
    <w:rsid w:val="00435990"/>
    <w:rsid w:val="00435A13"/>
    <w:rsid w:val="00435B57"/>
    <w:rsid w:val="0044084D"/>
    <w:rsid w:val="00443B20"/>
    <w:rsid w:val="00445941"/>
    <w:rsid w:val="00445F1C"/>
    <w:rsid w:val="00454A61"/>
    <w:rsid w:val="004573AE"/>
    <w:rsid w:val="004576C3"/>
    <w:rsid w:val="004578CF"/>
    <w:rsid w:val="00463936"/>
    <w:rsid w:val="00474C37"/>
    <w:rsid w:val="00476C3D"/>
    <w:rsid w:val="004868C9"/>
    <w:rsid w:val="00487C45"/>
    <w:rsid w:val="00495245"/>
    <w:rsid w:val="004A54F1"/>
    <w:rsid w:val="004A5723"/>
    <w:rsid w:val="004B0550"/>
    <w:rsid w:val="004B2FDF"/>
    <w:rsid w:val="004C1391"/>
    <w:rsid w:val="004C2812"/>
    <w:rsid w:val="004C5F6B"/>
    <w:rsid w:val="004C7C75"/>
    <w:rsid w:val="004D35EC"/>
    <w:rsid w:val="004D405C"/>
    <w:rsid w:val="004E0D1B"/>
    <w:rsid w:val="004E2866"/>
    <w:rsid w:val="004E4D71"/>
    <w:rsid w:val="004F230C"/>
    <w:rsid w:val="005028BE"/>
    <w:rsid w:val="00504351"/>
    <w:rsid w:val="005109E7"/>
    <w:rsid w:val="00510A02"/>
    <w:rsid w:val="0051100C"/>
    <w:rsid w:val="0051796F"/>
    <w:rsid w:val="00521D9D"/>
    <w:rsid w:val="00522665"/>
    <w:rsid w:val="005228C9"/>
    <w:rsid w:val="00523EB6"/>
    <w:rsid w:val="005243B6"/>
    <w:rsid w:val="00527834"/>
    <w:rsid w:val="00527AEB"/>
    <w:rsid w:val="00527CD3"/>
    <w:rsid w:val="00530F52"/>
    <w:rsid w:val="00542F1F"/>
    <w:rsid w:val="00544442"/>
    <w:rsid w:val="00546204"/>
    <w:rsid w:val="00550B7B"/>
    <w:rsid w:val="00551E24"/>
    <w:rsid w:val="00557534"/>
    <w:rsid w:val="00560A92"/>
    <w:rsid w:val="005612A9"/>
    <w:rsid w:val="00561E27"/>
    <w:rsid w:val="00564569"/>
    <w:rsid w:val="00564C4C"/>
    <w:rsid w:val="00574263"/>
    <w:rsid w:val="005742E9"/>
    <w:rsid w:val="005778D6"/>
    <w:rsid w:val="00580E14"/>
    <w:rsid w:val="0058275D"/>
    <w:rsid w:val="00584FD8"/>
    <w:rsid w:val="00590B8D"/>
    <w:rsid w:val="00593252"/>
    <w:rsid w:val="00594C85"/>
    <w:rsid w:val="00595109"/>
    <w:rsid w:val="00595CE4"/>
    <w:rsid w:val="0059618D"/>
    <w:rsid w:val="005A050D"/>
    <w:rsid w:val="005A084E"/>
    <w:rsid w:val="005A1638"/>
    <w:rsid w:val="005A2689"/>
    <w:rsid w:val="005A2C68"/>
    <w:rsid w:val="005A3A9B"/>
    <w:rsid w:val="005A567D"/>
    <w:rsid w:val="005B15C4"/>
    <w:rsid w:val="005B202F"/>
    <w:rsid w:val="005B5CE1"/>
    <w:rsid w:val="005B610A"/>
    <w:rsid w:val="005C4090"/>
    <w:rsid w:val="005C5828"/>
    <w:rsid w:val="005C67AD"/>
    <w:rsid w:val="005C7B7F"/>
    <w:rsid w:val="005D1C41"/>
    <w:rsid w:val="005D3672"/>
    <w:rsid w:val="005D3E64"/>
    <w:rsid w:val="005D74F8"/>
    <w:rsid w:val="005E076A"/>
    <w:rsid w:val="005E1232"/>
    <w:rsid w:val="005E157E"/>
    <w:rsid w:val="005E3AED"/>
    <w:rsid w:val="005E45BB"/>
    <w:rsid w:val="005F5F0B"/>
    <w:rsid w:val="00602834"/>
    <w:rsid w:val="006108F2"/>
    <w:rsid w:val="00610BE9"/>
    <w:rsid w:val="00613054"/>
    <w:rsid w:val="006133C2"/>
    <w:rsid w:val="00621702"/>
    <w:rsid w:val="00621EF5"/>
    <w:rsid w:val="00624560"/>
    <w:rsid w:val="00626263"/>
    <w:rsid w:val="0063261B"/>
    <w:rsid w:val="00632DEB"/>
    <w:rsid w:val="00644C7D"/>
    <w:rsid w:val="0064636C"/>
    <w:rsid w:val="00646507"/>
    <w:rsid w:val="0065168F"/>
    <w:rsid w:val="00651CEA"/>
    <w:rsid w:val="00652C8F"/>
    <w:rsid w:val="00653FB9"/>
    <w:rsid w:val="006553F5"/>
    <w:rsid w:val="00656D68"/>
    <w:rsid w:val="00670D5D"/>
    <w:rsid w:val="00676FE8"/>
    <w:rsid w:val="00680609"/>
    <w:rsid w:val="00680E65"/>
    <w:rsid w:val="0068755B"/>
    <w:rsid w:val="006927F9"/>
    <w:rsid w:val="00695334"/>
    <w:rsid w:val="006965C0"/>
    <w:rsid w:val="0069724D"/>
    <w:rsid w:val="006A01AC"/>
    <w:rsid w:val="006A1BA8"/>
    <w:rsid w:val="006B0741"/>
    <w:rsid w:val="006B3611"/>
    <w:rsid w:val="006B57A8"/>
    <w:rsid w:val="006B7423"/>
    <w:rsid w:val="006B798C"/>
    <w:rsid w:val="006C5CBF"/>
    <w:rsid w:val="006C62F6"/>
    <w:rsid w:val="006C697B"/>
    <w:rsid w:val="006D0B27"/>
    <w:rsid w:val="006D4018"/>
    <w:rsid w:val="006D4353"/>
    <w:rsid w:val="006D50B6"/>
    <w:rsid w:val="006E16BD"/>
    <w:rsid w:val="006E67AD"/>
    <w:rsid w:val="006F3BB9"/>
    <w:rsid w:val="006F4026"/>
    <w:rsid w:val="006F4033"/>
    <w:rsid w:val="006F6551"/>
    <w:rsid w:val="006F72D7"/>
    <w:rsid w:val="006F7859"/>
    <w:rsid w:val="00700060"/>
    <w:rsid w:val="007017BE"/>
    <w:rsid w:val="007056E1"/>
    <w:rsid w:val="00713327"/>
    <w:rsid w:val="00720285"/>
    <w:rsid w:val="00725D59"/>
    <w:rsid w:val="00727085"/>
    <w:rsid w:val="00730C7D"/>
    <w:rsid w:val="00733A98"/>
    <w:rsid w:val="00734335"/>
    <w:rsid w:val="00741864"/>
    <w:rsid w:val="007425E3"/>
    <w:rsid w:val="00753EE5"/>
    <w:rsid w:val="0075689D"/>
    <w:rsid w:val="0075695A"/>
    <w:rsid w:val="00761746"/>
    <w:rsid w:val="00765E93"/>
    <w:rsid w:val="00766746"/>
    <w:rsid w:val="00772AB6"/>
    <w:rsid w:val="00772DF7"/>
    <w:rsid w:val="007737CF"/>
    <w:rsid w:val="00782F12"/>
    <w:rsid w:val="00785771"/>
    <w:rsid w:val="0078584C"/>
    <w:rsid w:val="00786D0F"/>
    <w:rsid w:val="00792DE7"/>
    <w:rsid w:val="00792E10"/>
    <w:rsid w:val="007A10C1"/>
    <w:rsid w:val="007A1DE8"/>
    <w:rsid w:val="007A71D6"/>
    <w:rsid w:val="007A752B"/>
    <w:rsid w:val="007B090C"/>
    <w:rsid w:val="007B4CFA"/>
    <w:rsid w:val="007B5707"/>
    <w:rsid w:val="007B771D"/>
    <w:rsid w:val="007B7E38"/>
    <w:rsid w:val="007C57E8"/>
    <w:rsid w:val="007C6A9C"/>
    <w:rsid w:val="007C7F49"/>
    <w:rsid w:val="007D480B"/>
    <w:rsid w:val="007D54FC"/>
    <w:rsid w:val="007E3AB9"/>
    <w:rsid w:val="0080171B"/>
    <w:rsid w:val="00803793"/>
    <w:rsid w:val="00804E1D"/>
    <w:rsid w:val="00805301"/>
    <w:rsid w:val="00811010"/>
    <w:rsid w:val="00812EEB"/>
    <w:rsid w:val="0081516E"/>
    <w:rsid w:val="00821271"/>
    <w:rsid w:val="00823C87"/>
    <w:rsid w:val="00825D18"/>
    <w:rsid w:val="008302D5"/>
    <w:rsid w:val="008337B3"/>
    <w:rsid w:val="0083517D"/>
    <w:rsid w:val="00835858"/>
    <w:rsid w:val="008410E6"/>
    <w:rsid w:val="00852E7C"/>
    <w:rsid w:val="00852F84"/>
    <w:rsid w:val="00853256"/>
    <w:rsid w:val="00857226"/>
    <w:rsid w:val="00866401"/>
    <w:rsid w:val="0087036C"/>
    <w:rsid w:val="00871F21"/>
    <w:rsid w:val="008919F2"/>
    <w:rsid w:val="00891A13"/>
    <w:rsid w:val="00891F67"/>
    <w:rsid w:val="0089541F"/>
    <w:rsid w:val="008976F8"/>
    <w:rsid w:val="008A00B4"/>
    <w:rsid w:val="008A6C5E"/>
    <w:rsid w:val="008B041F"/>
    <w:rsid w:val="008B08D8"/>
    <w:rsid w:val="008B1713"/>
    <w:rsid w:val="008B6DEA"/>
    <w:rsid w:val="008C61AD"/>
    <w:rsid w:val="008C75D3"/>
    <w:rsid w:val="008C7B85"/>
    <w:rsid w:val="008D09CC"/>
    <w:rsid w:val="008D147B"/>
    <w:rsid w:val="008D4634"/>
    <w:rsid w:val="008D653F"/>
    <w:rsid w:val="008D658E"/>
    <w:rsid w:val="008D662A"/>
    <w:rsid w:val="008E6EC5"/>
    <w:rsid w:val="008F0B50"/>
    <w:rsid w:val="008F1AC1"/>
    <w:rsid w:val="008F1E41"/>
    <w:rsid w:val="008F44B0"/>
    <w:rsid w:val="008F6715"/>
    <w:rsid w:val="00900844"/>
    <w:rsid w:val="009015D8"/>
    <w:rsid w:val="0090200A"/>
    <w:rsid w:val="00902A00"/>
    <w:rsid w:val="00902D8B"/>
    <w:rsid w:val="00903786"/>
    <w:rsid w:val="009037F8"/>
    <w:rsid w:val="00910447"/>
    <w:rsid w:val="0091057C"/>
    <w:rsid w:val="0091170D"/>
    <w:rsid w:val="009132D2"/>
    <w:rsid w:val="0091675B"/>
    <w:rsid w:val="00916E86"/>
    <w:rsid w:val="0091786B"/>
    <w:rsid w:val="00921F69"/>
    <w:rsid w:val="00924211"/>
    <w:rsid w:val="00924F10"/>
    <w:rsid w:val="00926735"/>
    <w:rsid w:val="009316EF"/>
    <w:rsid w:val="00933995"/>
    <w:rsid w:val="00936658"/>
    <w:rsid w:val="00936BC1"/>
    <w:rsid w:val="009370A4"/>
    <w:rsid w:val="0094114B"/>
    <w:rsid w:val="0094184E"/>
    <w:rsid w:val="00941F2B"/>
    <w:rsid w:val="00943834"/>
    <w:rsid w:val="00944214"/>
    <w:rsid w:val="009462BF"/>
    <w:rsid w:val="00946E19"/>
    <w:rsid w:val="009476D6"/>
    <w:rsid w:val="009502E2"/>
    <w:rsid w:val="00950312"/>
    <w:rsid w:val="00952CFA"/>
    <w:rsid w:val="00954C7B"/>
    <w:rsid w:val="0096604C"/>
    <w:rsid w:val="00983528"/>
    <w:rsid w:val="0098698A"/>
    <w:rsid w:val="00991178"/>
    <w:rsid w:val="00991A5C"/>
    <w:rsid w:val="00994D2F"/>
    <w:rsid w:val="00995B6F"/>
    <w:rsid w:val="00995F49"/>
    <w:rsid w:val="009A1A23"/>
    <w:rsid w:val="009A1B7D"/>
    <w:rsid w:val="009A1B84"/>
    <w:rsid w:val="009A7F38"/>
    <w:rsid w:val="009B081D"/>
    <w:rsid w:val="009C1612"/>
    <w:rsid w:val="009C28C9"/>
    <w:rsid w:val="009C3B59"/>
    <w:rsid w:val="009C4399"/>
    <w:rsid w:val="009C5556"/>
    <w:rsid w:val="009D0FE6"/>
    <w:rsid w:val="009D3D97"/>
    <w:rsid w:val="009D472D"/>
    <w:rsid w:val="009E2DC8"/>
    <w:rsid w:val="009E6E1A"/>
    <w:rsid w:val="009E7F4A"/>
    <w:rsid w:val="009F47EC"/>
    <w:rsid w:val="00A01BD9"/>
    <w:rsid w:val="00A10E66"/>
    <w:rsid w:val="00A1244E"/>
    <w:rsid w:val="00A13FDE"/>
    <w:rsid w:val="00A15025"/>
    <w:rsid w:val="00A15C86"/>
    <w:rsid w:val="00A17581"/>
    <w:rsid w:val="00A21D79"/>
    <w:rsid w:val="00A37633"/>
    <w:rsid w:val="00A41AAC"/>
    <w:rsid w:val="00A444DB"/>
    <w:rsid w:val="00A547EB"/>
    <w:rsid w:val="00A55CF9"/>
    <w:rsid w:val="00A6223F"/>
    <w:rsid w:val="00A71EE4"/>
    <w:rsid w:val="00A73BE7"/>
    <w:rsid w:val="00A73F17"/>
    <w:rsid w:val="00A769C8"/>
    <w:rsid w:val="00A7725C"/>
    <w:rsid w:val="00A8664B"/>
    <w:rsid w:val="00A87B91"/>
    <w:rsid w:val="00A959E8"/>
    <w:rsid w:val="00AA12C1"/>
    <w:rsid w:val="00AA15A5"/>
    <w:rsid w:val="00AA1982"/>
    <w:rsid w:val="00AB6511"/>
    <w:rsid w:val="00AC2041"/>
    <w:rsid w:val="00AC25DE"/>
    <w:rsid w:val="00AC4752"/>
    <w:rsid w:val="00AC574F"/>
    <w:rsid w:val="00AC663E"/>
    <w:rsid w:val="00AD2183"/>
    <w:rsid w:val="00AD2EA7"/>
    <w:rsid w:val="00AD6AE8"/>
    <w:rsid w:val="00AE02A8"/>
    <w:rsid w:val="00AF088B"/>
    <w:rsid w:val="00AF41C2"/>
    <w:rsid w:val="00AF55CC"/>
    <w:rsid w:val="00B008D9"/>
    <w:rsid w:val="00B06E7B"/>
    <w:rsid w:val="00B11D68"/>
    <w:rsid w:val="00B12052"/>
    <w:rsid w:val="00B21585"/>
    <w:rsid w:val="00B21864"/>
    <w:rsid w:val="00B2251F"/>
    <w:rsid w:val="00B23F3E"/>
    <w:rsid w:val="00B25C44"/>
    <w:rsid w:val="00B364A6"/>
    <w:rsid w:val="00B4154C"/>
    <w:rsid w:val="00B47EA6"/>
    <w:rsid w:val="00B52CD2"/>
    <w:rsid w:val="00B531F2"/>
    <w:rsid w:val="00B553B1"/>
    <w:rsid w:val="00B5771F"/>
    <w:rsid w:val="00B66E82"/>
    <w:rsid w:val="00B71729"/>
    <w:rsid w:val="00B751FD"/>
    <w:rsid w:val="00B75867"/>
    <w:rsid w:val="00B77F1A"/>
    <w:rsid w:val="00B92E8A"/>
    <w:rsid w:val="00B9387F"/>
    <w:rsid w:val="00B9486A"/>
    <w:rsid w:val="00B957AF"/>
    <w:rsid w:val="00B96EA6"/>
    <w:rsid w:val="00BA1747"/>
    <w:rsid w:val="00BA412C"/>
    <w:rsid w:val="00BB0B23"/>
    <w:rsid w:val="00BB101A"/>
    <w:rsid w:val="00BB673B"/>
    <w:rsid w:val="00BB7E4C"/>
    <w:rsid w:val="00BC1A62"/>
    <w:rsid w:val="00BC1CE9"/>
    <w:rsid w:val="00BC5A7E"/>
    <w:rsid w:val="00BC5A97"/>
    <w:rsid w:val="00BD078E"/>
    <w:rsid w:val="00BD0DC3"/>
    <w:rsid w:val="00BD1FFD"/>
    <w:rsid w:val="00BD2102"/>
    <w:rsid w:val="00BD21DE"/>
    <w:rsid w:val="00BD3CCF"/>
    <w:rsid w:val="00BD491B"/>
    <w:rsid w:val="00BD6CA7"/>
    <w:rsid w:val="00BE0CC9"/>
    <w:rsid w:val="00BE7009"/>
    <w:rsid w:val="00BE791B"/>
    <w:rsid w:val="00BF0A36"/>
    <w:rsid w:val="00BF4D7C"/>
    <w:rsid w:val="00C07BF5"/>
    <w:rsid w:val="00C10720"/>
    <w:rsid w:val="00C10CBF"/>
    <w:rsid w:val="00C14DCC"/>
    <w:rsid w:val="00C16180"/>
    <w:rsid w:val="00C2433A"/>
    <w:rsid w:val="00C24F66"/>
    <w:rsid w:val="00C27B07"/>
    <w:rsid w:val="00C32262"/>
    <w:rsid w:val="00C34688"/>
    <w:rsid w:val="00C36608"/>
    <w:rsid w:val="00C36E5C"/>
    <w:rsid w:val="00C41FC5"/>
    <w:rsid w:val="00C42555"/>
    <w:rsid w:val="00C43DF7"/>
    <w:rsid w:val="00C44197"/>
    <w:rsid w:val="00C511CD"/>
    <w:rsid w:val="00C54367"/>
    <w:rsid w:val="00C55772"/>
    <w:rsid w:val="00C55ACC"/>
    <w:rsid w:val="00C637AD"/>
    <w:rsid w:val="00C6739C"/>
    <w:rsid w:val="00C74711"/>
    <w:rsid w:val="00C76C89"/>
    <w:rsid w:val="00C778D2"/>
    <w:rsid w:val="00C80D74"/>
    <w:rsid w:val="00C82D93"/>
    <w:rsid w:val="00C83346"/>
    <w:rsid w:val="00C9092B"/>
    <w:rsid w:val="00C93536"/>
    <w:rsid w:val="00C9418C"/>
    <w:rsid w:val="00C94F09"/>
    <w:rsid w:val="00CA4C52"/>
    <w:rsid w:val="00CA5688"/>
    <w:rsid w:val="00CA583B"/>
    <w:rsid w:val="00CA5F0B"/>
    <w:rsid w:val="00CB4588"/>
    <w:rsid w:val="00CC014F"/>
    <w:rsid w:val="00CC16EF"/>
    <w:rsid w:val="00CC2EC4"/>
    <w:rsid w:val="00CC48F1"/>
    <w:rsid w:val="00CC739B"/>
    <w:rsid w:val="00CD0632"/>
    <w:rsid w:val="00CD2A87"/>
    <w:rsid w:val="00CD6950"/>
    <w:rsid w:val="00CD74BB"/>
    <w:rsid w:val="00CD7980"/>
    <w:rsid w:val="00CE1608"/>
    <w:rsid w:val="00CE1E52"/>
    <w:rsid w:val="00CE2747"/>
    <w:rsid w:val="00CE7DE6"/>
    <w:rsid w:val="00CF0C74"/>
    <w:rsid w:val="00CF0D30"/>
    <w:rsid w:val="00CF2B77"/>
    <w:rsid w:val="00CF3756"/>
    <w:rsid w:val="00CF3ABF"/>
    <w:rsid w:val="00CF4303"/>
    <w:rsid w:val="00CF599F"/>
    <w:rsid w:val="00D02A1D"/>
    <w:rsid w:val="00D1126F"/>
    <w:rsid w:val="00D12C7C"/>
    <w:rsid w:val="00D14C64"/>
    <w:rsid w:val="00D17349"/>
    <w:rsid w:val="00D20933"/>
    <w:rsid w:val="00D243FB"/>
    <w:rsid w:val="00D258C8"/>
    <w:rsid w:val="00D27CED"/>
    <w:rsid w:val="00D30B09"/>
    <w:rsid w:val="00D346D8"/>
    <w:rsid w:val="00D36069"/>
    <w:rsid w:val="00D40650"/>
    <w:rsid w:val="00D412AD"/>
    <w:rsid w:val="00D41978"/>
    <w:rsid w:val="00D45540"/>
    <w:rsid w:val="00D46414"/>
    <w:rsid w:val="00D47613"/>
    <w:rsid w:val="00D50919"/>
    <w:rsid w:val="00D5432E"/>
    <w:rsid w:val="00D57046"/>
    <w:rsid w:val="00D72B3F"/>
    <w:rsid w:val="00D72D06"/>
    <w:rsid w:val="00D74069"/>
    <w:rsid w:val="00D7667D"/>
    <w:rsid w:val="00D8023D"/>
    <w:rsid w:val="00D81F7B"/>
    <w:rsid w:val="00D83E7D"/>
    <w:rsid w:val="00D842A0"/>
    <w:rsid w:val="00D871BA"/>
    <w:rsid w:val="00D872F1"/>
    <w:rsid w:val="00D879F5"/>
    <w:rsid w:val="00D94780"/>
    <w:rsid w:val="00DA1371"/>
    <w:rsid w:val="00DA1C17"/>
    <w:rsid w:val="00DA57EA"/>
    <w:rsid w:val="00DA7A5E"/>
    <w:rsid w:val="00DB1890"/>
    <w:rsid w:val="00DB242F"/>
    <w:rsid w:val="00DB365B"/>
    <w:rsid w:val="00DB6542"/>
    <w:rsid w:val="00DC2C73"/>
    <w:rsid w:val="00DC2F30"/>
    <w:rsid w:val="00DC3C23"/>
    <w:rsid w:val="00DE2C4E"/>
    <w:rsid w:val="00DE4761"/>
    <w:rsid w:val="00DE7389"/>
    <w:rsid w:val="00DF44DF"/>
    <w:rsid w:val="00DF6413"/>
    <w:rsid w:val="00DF7215"/>
    <w:rsid w:val="00DF76D8"/>
    <w:rsid w:val="00E023F6"/>
    <w:rsid w:val="00E02638"/>
    <w:rsid w:val="00E03DBB"/>
    <w:rsid w:val="00E14FA4"/>
    <w:rsid w:val="00E14FF1"/>
    <w:rsid w:val="00E2340B"/>
    <w:rsid w:val="00E255E8"/>
    <w:rsid w:val="00E25EC0"/>
    <w:rsid w:val="00E3009B"/>
    <w:rsid w:val="00E30840"/>
    <w:rsid w:val="00E3422D"/>
    <w:rsid w:val="00E3626C"/>
    <w:rsid w:val="00E3749D"/>
    <w:rsid w:val="00E40D4F"/>
    <w:rsid w:val="00E40F33"/>
    <w:rsid w:val="00E448AD"/>
    <w:rsid w:val="00E4667A"/>
    <w:rsid w:val="00E50051"/>
    <w:rsid w:val="00E5099E"/>
    <w:rsid w:val="00E50D29"/>
    <w:rsid w:val="00E5143D"/>
    <w:rsid w:val="00E5167B"/>
    <w:rsid w:val="00E56252"/>
    <w:rsid w:val="00E5771F"/>
    <w:rsid w:val="00E616F8"/>
    <w:rsid w:val="00E62369"/>
    <w:rsid w:val="00E63821"/>
    <w:rsid w:val="00E65332"/>
    <w:rsid w:val="00E7127D"/>
    <w:rsid w:val="00E73745"/>
    <w:rsid w:val="00E73E22"/>
    <w:rsid w:val="00E7543E"/>
    <w:rsid w:val="00E75D82"/>
    <w:rsid w:val="00E82325"/>
    <w:rsid w:val="00E836EB"/>
    <w:rsid w:val="00E9251C"/>
    <w:rsid w:val="00EA08C8"/>
    <w:rsid w:val="00EA6062"/>
    <w:rsid w:val="00EB1222"/>
    <w:rsid w:val="00EB18B2"/>
    <w:rsid w:val="00EB3E3F"/>
    <w:rsid w:val="00EC62DD"/>
    <w:rsid w:val="00ED0988"/>
    <w:rsid w:val="00ED1B6E"/>
    <w:rsid w:val="00ED3252"/>
    <w:rsid w:val="00ED510E"/>
    <w:rsid w:val="00ED6DE2"/>
    <w:rsid w:val="00EE19E3"/>
    <w:rsid w:val="00EE4BC3"/>
    <w:rsid w:val="00EF1D4A"/>
    <w:rsid w:val="00EF6F0E"/>
    <w:rsid w:val="00EF7507"/>
    <w:rsid w:val="00F009CF"/>
    <w:rsid w:val="00F035E6"/>
    <w:rsid w:val="00F15734"/>
    <w:rsid w:val="00F20751"/>
    <w:rsid w:val="00F21B75"/>
    <w:rsid w:val="00F23D90"/>
    <w:rsid w:val="00F255A9"/>
    <w:rsid w:val="00F36E47"/>
    <w:rsid w:val="00F3767A"/>
    <w:rsid w:val="00F409DC"/>
    <w:rsid w:val="00F4111B"/>
    <w:rsid w:val="00F42D35"/>
    <w:rsid w:val="00F44E23"/>
    <w:rsid w:val="00F4761E"/>
    <w:rsid w:val="00F52C86"/>
    <w:rsid w:val="00F56304"/>
    <w:rsid w:val="00F578A9"/>
    <w:rsid w:val="00F609F5"/>
    <w:rsid w:val="00F60CBC"/>
    <w:rsid w:val="00F60F98"/>
    <w:rsid w:val="00F64BB9"/>
    <w:rsid w:val="00F65831"/>
    <w:rsid w:val="00F6607C"/>
    <w:rsid w:val="00F72025"/>
    <w:rsid w:val="00F7610C"/>
    <w:rsid w:val="00F805CF"/>
    <w:rsid w:val="00F81624"/>
    <w:rsid w:val="00F821D5"/>
    <w:rsid w:val="00F908AF"/>
    <w:rsid w:val="00F91465"/>
    <w:rsid w:val="00F92DF3"/>
    <w:rsid w:val="00F95F06"/>
    <w:rsid w:val="00F9645B"/>
    <w:rsid w:val="00F9773D"/>
    <w:rsid w:val="00FA54FA"/>
    <w:rsid w:val="00FB4AB1"/>
    <w:rsid w:val="00FC0529"/>
    <w:rsid w:val="00FC267C"/>
    <w:rsid w:val="00FC5DFE"/>
    <w:rsid w:val="00FD0FF7"/>
    <w:rsid w:val="00FD1379"/>
    <w:rsid w:val="00FD377A"/>
    <w:rsid w:val="00FD55F2"/>
    <w:rsid w:val="00FD6348"/>
    <w:rsid w:val="00FE0E5F"/>
    <w:rsid w:val="00FE3FAA"/>
    <w:rsid w:val="00FE51A8"/>
    <w:rsid w:val="00FF0B77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74348"/>
  <w14:defaultImageDpi w14:val="0"/>
  <w15:docId w15:val="{85057897-C001-4316-9352-6DB2BC69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95CE4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65332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595CE4"/>
    <w:rPr>
      <w:rFonts w:asciiTheme="majorHAnsi" w:eastAsiaTheme="majorEastAsia" w:hAnsiTheme="majorHAnsi" w:cs="Mangal"/>
      <w:color w:val="365F91" w:themeColor="accent1" w:themeShade="BF"/>
      <w:kern w:val="1"/>
      <w:sz w:val="29"/>
      <w:szCs w:val="29"/>
      <w:lang w:val="x-none" w:eastAsia="zh-CN" w:bidi="hi-IN"/>
    </w:rPr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B957AF"/>
    <w:rPr>
      <w:rFonts w:eastAsia="SimSun"/>
      <w:kern w:val="1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33A98"/>
    <w:pPr>
      <w:jc w:val="both"/>
    </w:pPr>
    <w:rPr>
      <w:rFonts w:eastAsia="SimSun" w:cs="Mangal"/>
      <w:kern w:val="1"/>
      <w:sz w:val="16"/>
      <w:szCs w:val="16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notbold">
    <w:name w:val="notbold"/>
    <w:basedOn w:val="Liguvaikefont"/>
    <w:rsid w:val="009A1B7D"/>
    <w:rPr>
      <w:rFonts w:cs="Times New Roman"/>
    </w:rPr>
  </w:style>
  <w:style w:type="character" w:customStyle="1" w:styleId="apple-converted-space">
    <w:name w:val="apple-converted-space"/>
    <w:basedOn w:val="Liguvaikefont"/>
    <w:rsid w:val="009A1B7D"/>
    <w:rPr>
      <w:rFonts w:cs="Times New Roman"/>
    </w:rPr>
  </w:style>
  <w:style w:type="character" w:customStyle="1" w:styleId="xbe">
    <w:name w:val="_xbe"/>
    <w:basedOn w:val="Liguvaikefont"/>
    <w:rsid w:val="00E5099E"/>
    <w:rPr>
      <w:rFonts w:cs="Times New Roman"/>
    </w:rPr>
  </w:style>
  <w:style w:type="paragraph" w:styleId="Loendilik">
    <w:name w:val="List Paragraph"/>
    <w:basedOn w:val="Normaallaad"/>
    <w:uiPriority w:val="34"/>
    <w:qFormat/>
    <w:rsid w:val="005C7B7F"/>
    <w:pPr>
      <w:ind w:left="720"/>
      <w:contextualSpacing/>
    </w:pPr>
    <w:rPr>
      <w:rFonts w:cs="Mangal"/>
      <w:szCs w:val="21"/>
    </w:rPr>
  </w:style>
  <w:style w:type="paragraph" w:styleId="Normaallaadveeb">
    <w:name w:val="Normal (Web)"/>
    <w:basedOn w:val="Normaallaad"/>
    <w:uiPriority w:val="99"/>
    <w:rsid w:val="00A73F17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Allmrkusetekst">
    <w:name w:val="footnote text"/>
    <w:basedOn w:val="Normaallaad"/>
    <w:link w:val="AllmrkusetekstMrk"/>
    <w:uiPriority w:val="99"/>
    <w:rsid w:val="006F4026"/>
    <w:pPr>
      <w:spacing w:line="240" w:lineRule="auto"/>
    </w:pPr>
    <w:rPr>
      <w:rFonts w:cs="Mangal"/>
      <w:sz w:val="20"/>
      <w:szCs w:val="18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6F4026"/>
    <w:rPr>
      <w:rFonts w:eastAsia="SimSun" w:cs="Mangal"/>
      <w:kern w:val="1"/>
      <w:szCs w:val="18"/>
      <w:lang w:eastAsia="zh-CN" w:bidi="hi-IN"/>
    </w:rPr>
  </w:style>
  <w:style w:type="character" w:styleId="Allmrkuseviide">
    <w:name w:val="footnote reference"/>
    <w:basedOn w:val="Liguvaikefont"/>
    <w:uiPriority w:val="99"/>
    <w:rsid w:val="006F4026"/>
    <w:rPr>
      <w:vertAlign w:val="superscript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65332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zh-CN" w:bidi="hi-IN"/>
    </w:rPr>
  </w:style>
  <w:style w:type="character" w:styleId="Tugev">
    <w:name w:val="Strong"/>
    <w:basedOn w:val="Liguvaikefont"/>
    <w:uiPriority w:val="22"/>
    <w:qFormat/>
    <w:rsid w:val="008D147B"/>
    <w:rPr>
      <w:b/>
      <w:bCs/>
    </w:rPr>
  </w:style>
  <w:style w:type="character" w:customStyle="1" w:styleId="break-word">
    <w:name w:val="break-word"/>
    <w:basedOn w:val="Liguvaikefont"/>
    <w:rsid w:val="00C10720"/>
  </w:style>
  <w:style w:type="paragraph" w:styleId="Vahedeta">
    <w:name w:val="No Spacing"/>
    <w:uiPriority w:val="1"/>
    <w:qFormat/>
    <w:rsid w:val="00C10720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ng-scope">
    <w:name w:val="ng-scope"/>
    <w:basedOn w:val="Liguvaikefont"/>
    <w:rsid w:val="007C7F49"/>
  </w:style>
  <w:style w:type="paragraph" w:customStyle="1" w:styleId="Default">
    <w:name w:val="Default"/>
    <w:rsid w:val="001704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C315B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6245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hange@telia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ido.vanaveski@seb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nnart@greenit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i-ann.sinimaa@fin.ee" TargetMode="External"/><Relationship Id="rId10" Type="http://schemas.openxmlformats.org/officeDocument/2006/relationships/hyperlink" Target="mailto:tiit.tuisk@ri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rit.ee" TargetMode="External"/><Relationship Id="rId14" Type="http://schemas.openxmlformats.org/officeDocument/2006/relationships/hyperlink" Target="mailto:marko@heedentsi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7AFF31D-EEC6-40BD-AD91-7FB40D65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12</TotalTime>
  <Pages>1</Pages>
  <Words>212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Ulvi.Reimets@fin.ee</dc:creator>
  <cp:keywords/>
  <dc:description/>
  <cp:lastModifiedBy>Angelika Timusk</cp:lastModifiedBy>
  <cp:revision>5</cp:revision>
  <cp:lastPrinted>2024-03-18T10:29:00Z</cp:lastPrinted>
  <dcterms:created xsi:type="dcterms:W3CDTF">2024-03-25T07:31:00Z</dcterms:created>
  <dcterms:modified xsi:type="dcterms:W3CDTF">2024-03-25T10:22:00Z</dcterms:modified>
</cp:coreProperties>
</file>